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2"/>
        <w:gridCol w:w="1059"/>
        <w:gridCol w:w="1059"/>
        <w:gridCol w:w="5126"/>
      </w:tblGrid>
      <w:tr w:rsidR="00BD3899">
        <w:trPr>
          <w:trHeight w:val="184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772A5A" w:rsidP="00636614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-webkit-standard" w:hAnsi="-webkit-standard" w:cs="Times New Roman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318450</wp:posOffset>
                  </wp:positionH>
                  <wp:positionV relativeFrom="paragraph">
                    <wp:posOffset>71719</wp:posOffset>
                  </wp:positionV>
                  <wp:extent cx="1060461" cy="1176434"/>
                  <wp:effectExtent l="0" t="0" r="6350" b="508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160" cy="1177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BD3899" w:rsidRDefault="004A6AE5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Каримов Райымбек Асланович</w:t>
            </w:r>
          </w:p>
          <w:p w:rsidR="00BD3899" w:rsidRDefault="004A6AE5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</w:t>
            </w:r>
            <w:proofErr w:type="gramStart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імі: Аяқталмаған жоғарғы білім (Бакалавр)</w:t>
            </w:r>
          </w:p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Туған күні: 19.05.2002</w:t>
            </w:r>
          </w:p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Қала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Талдықорған</w:t>
            </w:r>
          </w:p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Отбасылық жағдайы: Үйленбеген</w:t>
            </w:r>
          </w:p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Телефон: 87086692194</w:t>
            </w:r>
          </w:p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Электрондық поштасы: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 karimovraiymbek@gmail.com</w:t>
            </w:r>
          </w:p>
        </w:tc>
      </w:tr>
      <w:tr w:rsidR="00BD3899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ҰМЫС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ТӘЖІРИБЕСІ</w:t>
            </w:r>
          </w:p>
          <w:p w:rsidR="00BD3899" w:rsidRDefault="004A6AE5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2021 жыл, ақпан-наурыз</w:t>
            </w:r>
          </w:p>
          <w:p w:rsidR="00BD3899" w:rsidRDefault="004A6AE5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облысы бойынша Мемлекеттік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 департаменті оқу іс-тәжірибе</w:t>
            </w:r>
          </w:p>
          <w:p w:rsidR="00BD3899" w:rsidRDefault="004A6AE5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BD3899" w:rsidRDefault="004A6AE5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2022 жыл, мамыр-маусым</w:t>
            </w:r>
          </w:p>
          <w:p w:rsidR="00BD3899" w:rsidRDefault="004A6AE5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Алматы облысы бойынша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ік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 департаменті өндірістік өс-тәжірибе</w:t>
            </w:r>
          </w:p>
          <w:p w:rsidR="00BD3899" w:rsidRDefault="004A6AE5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BD3899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2" w:name="_2goo9s5pomc0"/>
            <w:bookmarkEnd w:id="2"/>
            <w:proofErr w:type="gramStart"/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ІЛІМІ</w:t>
            </w:r>
          </w:p>
          <w:p w:rsidR="00BD3899" w:rsidRDefault="004A6AE5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Құқық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және экономика факультеті, Қаржы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мамандығы</w:t>
            </w:r>
          </w:p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Талдықорған қаласы, Ілияс Жансүгіров атындағы Жетісу университеті</w:t>
            </w:r>
          </w:p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Бүкіл оқ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уақытындағы орташа балл (GPA) 2.5 құрайды.</w:t>
            </w:r>
          </w:p>
        </w:tc>
      </w:tr>
      <w:tr w:rsidR="00BD3899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ҚОСЫМША</w:t>
            </w: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БІЛІМІ</w:t>
            </w:r>
          </w:p>
          <w:p w:rsidR="00BD3899" w:rsidRDefault="004A6AE5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ІЛІКТІЛІГІ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Курстар</w:t>
            </w:r>
          </w:p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Ағылшын тілін меңгеруге арналған қосымша курстар</w:t>
            </w:r>
          </w:p>
        </w:tc>
      </w:tr>
      <w:tr w:rsidR="00BD3899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3" w:name="_2vmd3pd4vxzr"/>
            <w:bookmarkEnd w:id="3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КӘСІБИ ДАҒДЫЛАРЫ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• қазақ, орыс тілдерінде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сөйлеу;</w:t>
            </w:r>
          </w:p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• ДК білімі: MS Word, MS Excel, MS PowerPoint. </w:t>
            </w:r>
          </w:p>
        </w:tc>
      </w:tr>
      <w:tr w:rsidR="00BD3899">
        <w:trPr>
          <w:trHeight w:val="55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4" w:name="_jdnxk0e0poir"/>
            <w:bookmarkEnd w:id="4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ЖЕКЕ ҚАСИЕТТЕРІ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ұйымдастырушылық және басқарушылық қабілет;</w:t>
            </w:r>
          </w:p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ға қойған міндеттерге шығармашылық көзқарас;</w:t>
            </w:r>
          </w:p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• жауапкершілігі мол, берілген тапсырманы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қытылы жасау;</w:t>
            </w:r>
          </w:p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тәртіпті сақтау, еңбексүйгі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шт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ік;</w:t>
            </w:r>
          </w:p>
          <w:p w:rsidR="00BD3899" w:rsidRDefault="004A6AE5">
            <w:pPr>
              <w:spacing w:line="216" w:lineRule="atLeast"/>
              <w:ind w:left="540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BD3899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ҚОСЫМША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АҚПАРАТ: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sz w:val="18"/>
                <w:szCs w:val="18"/>
              </w:rPr>
              <w:t>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уақытыңыздағы әрекеттеріңіз: кітап оқу, серуендеу</w:t>
            </w:r>
          </w:p>
        </w:tc>
        <w:tc>
          <w:tcPr>
            <w:tcW w:w="0" w:type="auto"/>
            <w:vAlign w:val="center"/>
          </w:tcPr>
          <w:p w:rsidR="00BD3899" w:rsidRDefault="00BD389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D3899" w:rsidRDefault="004A6AE5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BD3899" w:rsidRDefault="004A6AE5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BD3899" w:rsidRDefault="004A6AE5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6"/>
        <w:gridCol w:w="5160"/>
      </w:tblGrid>
      <w:tr w:rsidR="00BD3899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7B553A">
            <w:pPr>
              <w:spacing w:line="216" w:lineRule="atLeast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 w:rsidRPr="007B553A">
              <w:rPr>
                <w:rFonts w:ascii="-webkit-standard" w:hAnsi="-webkit-standard" w:cs="Times New Roman"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74B2E6FE" wp14:editId="0E54926A">
                  <wp:simplePos x="0" y="0"/>
                  <wp:positionH relativeFrom="column">
                    <wp:posOffset>676752</wp:posOffset>
                  </wp:positionH>
                  <wp:positionV relativeFrom="paragraph">
                    <wp:posOffset>26035</wp:posOffset>
                  </wp:positionV>
                  <wp:extent cx="1060461" cy="1176434"/>
                  <wp:effectExtent l="0" t="0" r="6350" b="508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461" cy="1176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>
              <w:rPr>
                <w:rFonts w:ascii="-webkit-standard" w:hAnsi="-webkit-standard" w:cs="Times New Roman"/>
                <w:sz w:val="18"/>
                <w:szCs w:val="18"/>
                <w:lang w:val="kk-KZ"/>
              </w:rPr>
              <w:t>Каримов Райымбек Асланович</w:t>
            </w:r>
          </w:p>
          <w:p w:rsidR="00BD3899" w:rsidRDefault="004A6AE5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:rsidR="00BD3899" w:rsidRDefault="004A6AE5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Образование: Неоконченное высшее (Бакалавриат)</w:t>
            </w:r>
          </w:p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Дата рождения: 19.05.2002</w:t>
            </w:r>
          </w:p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Город: Талдыкорган</w:t>
            </w:r>
          </w:p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Семейное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 xml:space="preserve"> положение: Не женат</w:t>
            </w:r>
          </w:p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Телефон: 8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7086692194</w:t>
            </w:r>
          </w:p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Email:</w:t>
            </w: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 karimovraiymbek@gmail.com</w:t>
            </w:r>
          </w:p>
        </w:tc>
      </w:tr>
      <w:tr w:rsidR="00BD3899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5"/>
                <w:szCs w:val="15"/>
                <w:u w:val="single"/>
              </w:rPr>
              <w:t>ПРОИЗВОДСТВЕННАЯ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ПРАКТИКА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2021 год, февраль-март</w:t>
            </w:r>
          </w:p>
          <w:p w:rsidR="00BD3899" w:rsidRDefault="004A6AE5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Государственных доходов по Алматинской области учебная практика</w:t>
            </w:r>
          </w:p>
          <w:p w:rsidR="00BD3899" w:rsidRDefault="004A6AE5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BD3899" w:rsidRDefault="004A6AE5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2022 год, май-июнь</w:t>
            </w:r>
          </w:p>
          <w:p w:rsidR="00BD3899" w:rsidRDefault="004A6AE5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государственных доходов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по Алматинской области</w:t>
            </w:r>
          </w:p>
          <w:p w:rsidR="00BD3899" w:rsidRDefault="004A6AE5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Производственная практика</w:t>
            </w:r>
          </w:p>
        </w:tc>
      </w:tr>
      <w:tr w:rsidR="00BD3899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ОБРАЗОВАНИЕ</w:t>
            </w:r>
          </w:p>
          <w:p w:rsidR="00BD3899" w:rsidRDefault="004A6AE5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 xml:space="preserve">Факультет права и экономики,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специальность-финансы</w:t>
            </w:r>
            <w:proofErr w:type="gramEnd"/>
          </w:p>
          <w:p w:rsidR="00BD3899" w:rsidRDefault="004A6AE5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Жетысуский университет имени Ильяса Жансугурова, город Талдыкорган</w:t>
            </w:r>
          </w:p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Средний балл (GPA) за всё время обучения — 3,6.</w:t>
            </w:r>
          </w:p>
        </w:tc>
      </w:tr>
      <w:tr w:rsidR="00BD3899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ДОПОЛНИТЕЛЬНОЕ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ОБРАЗОВАНИЕТРЕНИНГИ И КУРСЫ</w:t>
            </w:r>
          </w:p>
          <w:p w:rsidR="00BD3899" w:rsidRDefault="004A6AE5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Курсы</w:t>
            </w:r>
          </w:p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Дополнительные курсы для изучения английского языка</w:t>
            </w:r>
          </w:p>
        </w:tc>
      </w:tr>
      <w:tr w:rsidR="00BD3899" w:rsidRPr="004A6AE5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5" w:name="_sjyyv43lhsp0"/>
            <w:bookmarkEnd w:id="5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lastRenderedPageBreak/>
              <w:t>ПРОФЕССИОНАЛЬНЫЕ НАВЫКИ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 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казахского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и русских языков.</w:t>
            </w:r>
          </w:p>
          <w:p w:rsidR="00BD3899" w:rsidRPr="004A6AE5" w:rsidRDefault="004A6AE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</w:t>
            </w:r>
            <w:r w:rsidRPr="004A6A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ПК</w:t>
            </w:r>
            <w:r w:rsidRPr="004A6A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: MS Word, MS Excel, MS PowerPoint. </w:t>
            </w:r>
          </w:p>
        </w:tc>
      </w:tr>
      <w:tr w:rsidR="00BD3899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ЛИЧНЫЕ КАЧЕСТВА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Организаторские и управленческие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способности;</w:t>
            </w:r>
          </w:p>
          <w:p w:rsidR="00BD3899" w:rsidRDefault="004A6AE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внимательность при работе с юридическими документами;</w:t>
            </w:r>
          </w:p>
          <w:p w:rsidR="00BD3899" w:rsidRDefault="004A6AE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ответственное, своеврменное составление заданного задания;</w:t>
            </w:r>
          </w:p>
          <w:p w:rsidR="00BD3899" w:rsidRDefault="004A6AE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соблюдение дисциплины, трудолюбие;</w:t>
            </w:r>
          </w:p>
        </w:tc>
      </w:tr>
      <w:tr w:rsidR="00BD3899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ДОПОЛНИТЕЛЬНАЯ ИНФОРМАЦИЯ: </w:t>
            </w:r>
          </w:p>
          <w:p w:rsidR="00BD3899" w:rsidRDefault="004A6AE5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Ваши занятия в свободное время: Чтение, прогулка.</w:t>
            </w:r>
          </w:p>
        </w:tc>
      </w:tr>
    </w:tbl>
    <w:p w:rsidR="00BD3899" w:rsidRDefault="004A6AE5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BD3899" w:rsidRDefault="004A6AE5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Ind w:w="-7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6"/>
        <w:gridCol w:w="5435"/>
      </w:tblGrid>
      <w:tr w:rsidR="00BD3899">
        <w:trPr>
          <w:trHeight w:val="24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7B553A">
            <w:pPr>
              <w:spacing w:line="216" w:lineRule="atLeast"/>
              <w:ind w:left="210" w:hanging="210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 w:rsidRPr="007B553A">
              <w:rPr>
                <w:rFonts w:ascii="-webkit-standard" w:hAnsi="-webkit-standard" w:cs="Times New Roman"/>
                <w:noProof/>
                <w:sz w:val="18"/>
                <w:szCs w:val="18"/>
              </w:rPr>
              <w:drawing>
                <wp:anchor distT="0" distB="0" distL="114300" distR="114300" simplePos="0" relativeHeight="251663360" behindDoc="0" locked="0" layoutInCell="1" allowOverlap="1" wp14:anchorId="74B2E6FE" wp14:editId="0E54926A">
                  <wp:simplePos x="0" y="0"/>
                  <wp:positionH relativeFrom="column">
                    <wp:posOffset>771525</wp:posOffset>
                  </wp:positionH>
                  <wp:positionV relativeFrom="paragraph">
                    <wp:posOffset>176054</wp:posOffset>
                  </wp:positionV>
                  <wp:extent cx="1060461" cy="1176434"/>
                  <wp:effectExtent l="0" t="0" r="6350" b="508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461" cy="1176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Pr="004A6AE5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4A6AE5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Karimov Raiymbek</w:t>
            </w:r>
          </w:p>
          <w:p w:rsidR="00BD3899" w:rsidRPr="004A6AE5" w:rsidRDefault="004A6AE5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4A6AE5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Student</w:t>
            </w:r>
          </w:p>
          <w:p w:rsidR="00BD3899" w:rsidRPr="004A6AE5" w:rsidRDefault="004A6AE5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4A6AE5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Education: Incomplete higher education (Bachelor)</w:t>
            </w:r>
          </w:p>
          <w:p w:rsidR="00BD3899" w:rsidRDefault="004A6AE5">
            <w:pPr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 w:rsidRPr="004A6AE5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Date of birth: 19.05.2002</w:t>
            </w:r>
          </w:p>
          <w:p w:rsidR="00BD3899" w:rsidRPr="004A6AE5" w:rsidRDefault="004A6AE5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4A6AE5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City: Taldykorgan</w:t>
            </w:r>
          </w:p>
          <w:p w:rsidR="00BD3899" w:rsidRPr="004A6AE5" w:rsidRDefault="004A6AE5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4A6AE5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Relationship status: Single</w:t>
            </w:r>
          </w:p>
          <w:p w:rsidR="00BD3899" w:rsidRDefault="004A6AE5">
            <w:pPr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Phone: 8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GB"/>
              </w:rPr>
              <w:t>7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086692194</w:t>
            </w:r>
          </w:p>
          <w:p w:rsidR="00BD3899" w:rsidRDefault="004A6AE5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Email:</w:t>
            </w:r>
            <w:r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 karimovraiymbek@gmail.com</w:t>
            </w:r>
          </w:p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BD3899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BD3899" w:rsidRDefault="004A6AE5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WORK EXPERIENCE TRAINING PRACTICE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Pr="004A6AE5" w:rsidRDefault="004A6AE5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4A6AE5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2021, </w:t>
            </w:r>
            <w:r w:rsidRPr="004A6AE5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February-March</w:t>
            </w:r>
          </w:p>
          <w:p w:rsidR="00BD3899" w:rsidRPr="004A6AE5" w:rsidRDefault="004A6AE5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4A6AE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:rsidR="00BD3899" w:rsidRPr="004A6AE5" w:rsidRDefault="004A6AE5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4A6AE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educational practice</w:t>
            </w:r>
          </w:p>
          <w:p w:rsidR="00BD3899" w:rsidRPr="004A6AE5" w:rsidRDefault="004A6AE5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4A6AE5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:rsidR="00BD3899" w:rsidRPr="004A6AE5" w:rsidRDefault="004A6AE5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4A6AE5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2022 May-June</w:t>
            </w:r>
          </w:p>
          <w:p w:rsidR="00BD3899" w:rsidRPr="004A6AE5" w:rsidRDefault="004A6AE5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4A6AE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:rsidR="00BD3899" w:rsidRDefault="004A6AE5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Internship</w:t>
            </w:r>
          </w:p>
        </w:tc>
      </w:tr>
      <w:tr w:rsidR="00BD3899" w:rsidRPr="004A6AE5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EDUCATION</w:t>
            </w:r>
          </w:p>
          <w:p w:rsidR="00BD3899" w:rsidRDefault="004A6AE5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Pr="004A6AE5" w:rsidRDefault="004A6AE5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4A6AE5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Faculty of Law and Economics, specialty - finance</w:t>
            </w:r>
          </w:p>
          <w:p w:rsidR="00BD3899" w:rsidRPr="004A6AE5" w:rsidRDefault="004A6AE5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4A6AE5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Zhetysu University named after Ilyas</w:t>
            </w:r>
            <w:r w:rsidRPr="004A6AE5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Zhansugurov, Taldykorgan city</w:t>
            </w:r>
          </w:p>
          <w:p w:rsidR="00BD3899" w:rsidRPr="004A6AE5" w:rsidRDefault="004A6AE5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4A6AE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 average score (GPA) for the entire period of study is 3.6.</w:t>
            </w:r>
          </w:p>
        </w:tc>
      </w:tr>
      <w:tr w:rsidR="00BD3899" w:rsidRPr="004A6AE5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EDUCATION TRAINING AND COURSES</w:t>
            </w:r>
          </w:p>
          <w:p w:rsidR="00BD3899" w:rsidRDefault="004A6AE5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Pr="004A6AE5" w:rsidRDefault="004A6AE5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4A6AE5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Courses</w:t>
            </w:r>
          </w:p>
          <w:p w:rsidR="00BD3899" w:rsidRPr="004A6AE5" w:rsidRDefault="004A6AE5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4A6AE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Additional courses for learning English</w:t>
            </w:r>
          </w:p>
        </w:tc>
      </w:tr>
      <w:tr w:rsidR="00BD3899" w:rsidRPr="004A6AE5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PROFESSIONAL SKILLS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Pr="004A6AE5" w:rsidRDefault="004A6AE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4A6A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Knowledge of Kazakh and Russian languages.</w:t>
            </w:r>
          </w:p>
          <w:p w:rsidR="00BD3899" w:rsidRPr="004A6AE5" w:rsidRDefault="004A6AE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4A6A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PC knowledge: MS Word, MS Excel, MS PowerPoint.</w:t>
            </w:r>
          </w:p>
        </w:tc>
      </w:tr>
      <w:tr w:rsidR="00BD3899">
        <w:trPr>
          <w:trHeight w:val="75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PERSONAL QUALITIES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Pr="004A6AE5" w:rsidRDefault="004A6AE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4A6AE5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Organizational and managerial abilities;</w:t>
            </w:r>
          </w:p>
          <w:p w:rsidR="00BD3899" w:rsidRPr="004A6AE5" w:rsidRDefault="004A6AE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4A6AE5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attentiveness when working with legal documents;</w:t>
            </w:r>
          </w:p>
          <w:p w:rsidR="00BD3899" w:rsidRPr="004A6AE5" w:rsidRDefault="004A6AE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4A6AE5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responsible, timely preparation of a given task;</w:t>
            </w:r>
          </w:p>
          <w:p w:rsidR="00BD3899" w:rsidRDefault="004A6AE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observance of discipline, diligence;</w:t>
            </w:r>
          </w:p>
        </w:tc>
      </w:tr>
      <w:tr w:rsidR="00BD3899" w:rsidRPr="004A6AE5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Default="004A6AE5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INFORMATION:</w:t>
            </w:r>
          </w:p>
          <w:p w:rsidR="00BD3899" w:rsidRDefault="004A6AE5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</w:tcPr>
          <w:p w:rsidR="00BD3899" w:rsidRPr="004A6AE5" w:rsidRDefault="004A6AE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4A6AE5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• Your free time activities: Reading,  walking.</w:t>
            </w:r>
          </w:p>
        </w:tc>
      </w:tr>
    </w:tbl>
    <w:p w:rsidR="00BD3899" w:rsidRPr="004A6AE5" w:rsidRDefault="00BD3899">
      <w:pPr>
        <w:rPr>
          <w:lang w:val="en-US"/>
        </w:rPr>
      </w:pPr>
    </w:p>
    <w:sectPr w:rsidR="00BD3899" w:rsidRPr="004A6AE5">
      <w:pgSz w:w="11906" w:h="16838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-webkit-standard">
    <w:altName w:val="Cambria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9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A5A"/>
    <w:rsid w:val="00091AB1"/>
    <w:rsid w:val="0017523F"/>
    <w:rsid w:val="00187ED1"/>
    <w:rsid w:val="00187FBB"/>
    <w:rsid w:val="002C30FA"/>
    <w:rsid w:val="00315BE3"/>
    <w:rsid w:val="003167A2"/>
    <w:rsid w:val="00417405"/>
    <w:rsid w:val="00435BCE"/>
    <w:rsid w:val="004A6AE5"/>
    <w:rsid w:val="0050436C"/>
    <w:rsid w:val="00636614"/>
    <w:rsid w:val="00645C20"/>
    <w:rsid w:val="006C69A6"/>
    <w:rsid w:val="00730AC7"/>
    <w:rsid w:val="00772A5A"/>
    <w:rsid w:val="007B553A"/>
    <w:rsid w:val="007D57A4"/>
    <w:rsid w:val="009448B5"/>
    <w:rsid w:val="00945AE8"/>
    <w:rsid w:val="009A1139"/>
    <w:rsid w:val="00B173B0"/>
    <w:rsid w:val="00B912BF"/>
    <w:rsid w:val="00BB2B79"/>
    <w:rsid w:val="00BD3899"/>
    <w:rsid w:val="00C139DC"/>
    <w:rsid w:val="00C6290B"/>
    <w:rsid w:val="00C72B31"/>
    <w:rsid w:val="00CC48CE"/>
    <w:rsid w:val="00D0764F"/>
    <w:rsid w:val="00D65951"/>
    <w:rsid w:val="00E03E81"/>
    <w:rsid w:val="00F8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List Paragraph"/>
    <w:uiPriority w:val="34"/>
    <w:qFormat/>
    <w:pPr>
      <w:ind w:left="720"/>
      <w:contextualSpacing/>
    </w:pPr>
  </w:style>
  <w:style w:type="paragraph" w:styleId="af2">
    <w:name w:val="footnote text"/>
    <w:link w:val="af3"/>
    <w:uiPriority w:val="99"/>
    <w:semiHidden/>
    <w:unhideWhenUsed/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Pr>
      <w:sz w:val="20"/>
      <w:szCs w:val="20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sz w:val="20"/>
      <w:szCs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character" w:styleId="af8">
    <w:name w:val="Hyperlink"/>
    <w:uiPriority w:val="99"/>
    <w:unhideWhenUsed/>
    <w:rPr>
      <w:color w:val="0563C1" w:themeColor="hyperlink"/>
      <w:u w:val="single"/>
    </w:rPr>
  </w:style>
  <w:style w:type="paragraph" w:styleId="af9">
    <w:name w:val="Plain Text"/>
    <w:link w:val="afa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link w:val="afc"/>
    <w:uiPriority w:val="99"/>
    <w:unhideWhenUsed/>
  </w:style>
  <w:style w:type="character" w:customStyle="1" w:styleId="afc">
    <w:name w:val="Верхний колонтитул Знак"/>
    <w:link w:val="afb"/>
    <w:uiPriority w:val="99"/>
  </w:style>
  <w:style w:type="paragraph" w:styleId="afd">
    <w:name w:val="footer"/>
    <w:link w:val="afe"/>
    <w:uiPriority w:val="99"/>
    <w:unhideWhenUsed/>
  </w:style>
  <w:style w:type="character" w:customStyle="1" w:styleId="afe">
    <w:name w:val="Нижний колонтитул Знак"/>
    <w:link w:val="afd"/>
    <w:uiPriority w:val="99"/>
  </w:style>
  <w:style w:type="paragraph" w:customStyle="1" w:styleId="S4">
    <w:name w:val="S4"/>
    <w:basedOn w:val="a"/>
    <w:uiPriority w:val="9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customStyle="1" w:styleId="S6">
    <w:name w:val="S6"/>
    <w:basedOn w:val="a"/>
    <w:uiPriority w:val="9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character" w:customStyle="1" w:styleId="S7">
    <w:name w:val="S7"/>
    <w:basedOn w:val="a0"/>
    <w:uiPriority w:val="99"/>
  </w:style>
  <w:style w:type="paragraph" w:customStyle="1" w:styleId="S9">
    <w:name w:val="S9"/>
    <w:basedOn w:val="a"/>
    <w:uiPriority w:val="9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uiPriority w:val="99"/>
  </w:style>
  <w:style w:type="paragraph" w:customStyle="1" w:styleId="S11">
    <w:name w:val="S11"/>
    <w:basedOn w:val="a"/>
    <w:uiPriority w:val="9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character" w:customStyle="1" w:styleId="S10">
    <w:name w:val="S10"/>
    <w:basedOn w:val="a0"/>
    <w:uiPriority w:val="99"/>
  </w:style>
  <w:style w:type="character" w:customStyle="1" w:styleId="Apple-converted-space">
    <w:name w:val="Apple-converted-space"/>
    <w:basedOn w:val="a0"/>
    <w:uiPriority w:val="99"/>
  </w:style>
  <w:style w:type="character" w:customStyle="1" w:styleId="S12">
    <w:name w:val="S12"/>
    <w:basedOn w:val="a0"/>
    <w:uiPriority w:val="99"/>
  </w:style>
  <w:style w:type="paragraph" w:customStyle="1" w:styleId="S15">
    <w:name w:val="S15"/>
    <w:basedOn w:val="a"/>
    <w:uiPriority w:val="9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character" w:customStyle="1" w:styleId="S14">
    <w:name w:val="S14"/>
    <w:basedOn w:val="a0"/>
    <w:uiPriority w:val="99"/>
  </w:style>
  <w:style w:type="character" w:customStyle="1" w:styleId="S17">
    <w:name w:val="S17"/>
    <w:basedOn w:val="a0"/>
    <w:uiPriority w:val="99"/>
  </w:style>
  <w:style w:type="character" w:customStyle="1" w:styleId="S18">
    <w:name w:val="S18"/>
    <w:basedOn w:val="a0"/>
    <w:uiPriority w:val="99"/>
  </w:style>
  <w:style w:type="paragraph" w:customStyle="1" w:styleId="S19">
    <w:name w:val="S19"/>
    <w:basedOn w:val="a"/>
    <w:uiPriority w:val="9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character" w:customStyle="1" w:styleId="S20">
    <w:name w:val="S20"/>
    <w:basedOn w:val="a0"/>
    <w:uiPriority w:val="99"/>
  </w:style>
  <w:style w:type="character" w:customStyle="1" w:styleId="S21">
    <w:name w:val="S21"/>
    <w:basedOn w:val="a0"/>
    <w:uiPriority w:val="99"/>
  </w:style>
  <w:style w:type="character" w:customStyle="1" w:styleId="S24">
    <w:name w:val="S24"/>
    <w:basedOn w:val="a0"/>
    <w:uiPriority w:val="99"/>
  </w:style>
  <w:style w:type="paragraph" w:customStyle="1" w:styleId="S25">
    <w:name w:val="S25"/>
    <w:basedOn w:val="a"/>
    <w:uiPriority w:val="9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character" w:customStyle="1" w:styleId="S26">
    <w:name w:val="S26"/>
    <w:basedOn w:val="a0"/>
    <w:uiPriority w:val="99"/>
  </w:style>
  <w:style w:type="paragraph" w:customStyle="1" w:styleId="S28">
    <w:name w:val="S28"/>
    <w:basedOn w:val="a"/>
    <w:uiPriority w:val="9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styleId="aff">
    <w:name w:val="Normal (Web)"/>
    <w:basedOn w:val="a"/>
    <w:uiPriority w:val="99"/>
    <w:semiHidden/>
    <w:unhideWhenUsed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customStyle="1" w:styleId="S30">
    <w:name w:val="S30"/>
    <w:basedOn w:val="a"/>
    <w:uiPriority w:val="9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character" w:customStyle="1" w:styleId="S32">
    <w:name w:val="S32"/>
    <w:basedOn w:val="a0"/>
    <w:uiPriority w:val="99"/>
  </w:style>
  <w:style w:type="character" w:customStyle="1" w:styleId="S33">
    <w:name w:val="S33"/>
    <w:basedOn w:val="a0"/>
    <w:uiPriority w:val="99"/>
  </w:style>
  <w:style w:type="character" w:customStyle="1" w:styleId="S35">
    <w:name w:val="S35"/>
    <w:basedOn w:val="a0"/>
    <w:uiPriority w:val="99"/>
  </w:style>
  <w:style w:type="character" w:customStyle="1" w:styleId="S38">
    <w:name w:val="S38"/>
    <w:basedOn w:val="a0"/>
    <w:uiPriority w:val="99"/>
  </w:style>
  <w:style w:type="paragraph" w:customStyle="1" w:styleId="S41">
    <w:name w:val="S41"/>
    <w:basedOn w:val="a"/>
    <w:uiPriority w:val="9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character" w:customStyle="1" w:styleId="S46">
    <w:name w:val="S46"/>
    <w:basedOn w:val="a0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List Paragraph"/>
    <w:uiPriority w:val="34"/>
    <w:qFormat/>
    <w:pPr>
      <w:ind w:left="720"/>
      <w:contextualSpacing/>
    </w:pPr>
  </w:style>
  <w:style w:type="paragraph" w:styleId="af2">
    <w:name w:val="footnote text"/>
    <w:link w:val="af3"/>
    <w:uiPriority w:val="99"/>
    <w:semiHidden/>
    <w:unhideWhenUsed/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Pr>
      <w:sz w:val="20"/>
      <w:szCs w:val="20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sz w:val="20"/>
      <w:szCs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character" w:styleId="af8">
    <w:name w:val="Hyperlink"/>
    <w:uiPriority w:val="99"/>
    <w:unhideWhenUsed/>
    <w:rPr>
      <w:color w:val="0563C1" w:themeColor="hyperlink"/>
      <w:u w:val="single"/>
    </w:rPr>
  </w:style>
  <w:style w:type="paragraph" w:styleId="af9">
    <w:name w:val="Plain Text"/>
    <w:link w:val="afa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link w:val="afc"/>
    <w:uiPriority w:val="99"/>
    <w:unhideWhenUsed/>
  </w:style>
  <w:style w:type="character" w:customStyle="1" w:styleId="afc">
    <w:name w:val="Верхний колонтитул Знак"/>
    <w:link w:val="afb"/>
    <w:uiPriority w:val="99"/>
  </w:style>
  <w:style w:type="paragraph" w:styleId="afd">
    <w:name w:val="footer"/>
    <w:link w:val="afe"/>
    <w:uiPriority w:val="99"/>
    <w:unhideWhenUsed/>
  </w:style>
  <w:style w:type="character" w:customStyle="1" w:styleId="afe">
    <w:name w:val="Нижний колонтитул Знак"/>
    <w:link w:val="afd"/>
    <w:uiPriority w:val="99"/>
  </w:style>
  <w:style w:type="paragraph" w:customStyle="1" w:styleId="S4">
    <w:name w:val="S4"/>
    <w:basedOn w:val="a"/>
    <w:uiPriority w:val="9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customStyle="1" w:styleId="S6">
    <w:name w:val="S6"/>
    <w:basedOn w:val="a"/>
    <w:uiPriority w:val="9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character" w:customStyle="1" w:styleId="S7">
    <w:name w:val="S7"/>
    <w:basedOn w:val="a0"/>
    <w:uiPriority w:val="99"/>
  </w:style>
  <w:style w:type="paragraph" w:customStyle="1" w:styleId="S9">
    <w:name w:val="S9"/>
    <w:basedOn w:val="a"/>
    <w:uiPriority w:val="9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uiPriority w:val="99"/>
  </w:style>
  <w:style w:type="paragraph" w:customStyle="1" w:styleId="S11">
    <w:name w:val="S11"/>
    <w:basedOn w:val="a"/>
    <w:uiPriority w:val="9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character" w:customStyle="1" w:styleId="S10">
    <w:name w:val="S10"/>
    <w:basedOn w:val="a0"/>
    <w:uiPriority w:val="99"/>
  </w:style>
  <w:style w:type="character" w:customStyle="1" w:styleId="Apple-converted-space">
    <w:name w:val="Apple-converted-space"/>
    <w:basedOn w:val="a0"/>
    <w:uiPriority w:val="99"/>
  </w:style>
  <w:style w:type="character" w:customStyle="1" w:styleId="S12">
    <w:name w:val="S12"/>
    <w:basedOn w:val="a0"/>
    <w:uiPriority w:val="99"/>
  </w:style>
  <w:style w:type="paragraph" w:customStyle="1" w:styleId="S15">
    <w:name w:val="S15"/>
    <w:basedOn w:val="a"/>
    <w:uiPriority w:val="9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character" w:customStyle="1" w:styleId="S14">
    <w:name w:val="S14"/>
    <w:basedOn w:val="a0"/>
    <w:uiPriority w:val="99"/>
  </w:style>
  <w:style w:type="character" w:customStyle="1" w:styleId="S17">
    <w:name w:val="S17"/>
    <w:basedOn w:val="a0"/>
    <w:uiPriority w:val="99"/>
  </w:style>
  <w:style w:type="character" w:customStyle="1" w:styleId="S18">
    <w:name w:val="S18"/>
    <w:basedOn w:val="a0"/>
    <w:uiPriority w:val="99"/>
  </w:style>
  <w:style w:type="paragraph" w:customStyle="1" w:styleId="S19">
    <w:name w:val="S19"/>
    <w:basedOn w:val="a"/>
    <w:uiPriority w:val="9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character" w:customStyle="1" w:styleId="S20">
    <w:name w:val="S20"/>
    <w:basedOn w:val="a0"/>
    <w:uiPriority w:val="99"/>
  </w:style>
  <w:style w:type="character" w:customStyle="1" w:styleId="S21">
    <w:name w:val="S21"/>
    <w:basedOn w:val="a0"/>
    <w:uiPriority w:val="99"/>
  </w:style>
  <w:style w:type="character" w:customStyle="1" w:styleId="S24">
    <w:name w:val="S24"/>
    <w:basedOn w:val="a0"/>
    <w:uiPriority w:val="99"/>
  </w:style>
  <w:style w:type="paragraph" w:customStyle="1" w:styleId="S25">
    <w:name w:val="S25"/>
    <w:basedOn w:val="a"/>
    <w:uiPriority w:val="9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character" w:customStyle="1" w:styleId="S26">
    <w:name w:val="S26"/>
    <w:basedOn w:val="a0"/>
    <w:uiPriority w:val="99"/>
  </w:style>
  <w:style w:type="paragraph" w:customStyle="1" w:styleId="S28">
    <w:name w:val="S28"/>
    <w:basedOn w:val="a"/>
    <w:uiPriority w:val="9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styleId="aff">
    <w:name w:val="Normal (Web)"/>
    <w:basedOn w:val="a"/>
    <w:uiPriority w:val="99"/>
    <w:semiHidden/>
    <w:unhideWhenUsed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customStyle="1" w:styleId="S30">
    <w:name w:val="S30"/>
    <w:basedOn w:val="a"/>
    <w:uiPriority w:val="9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character" w:customStyle="1" w:styleId="S32">
    <w:name w:val="S32"/>
    <w:basedOn w:val="a0"/>
    <w:uiPriority w:val="99"/>
  </w:style>
  <w:style w:type="character" w:customStyle="1" w:styleId="S33">
    <w:name w:val="S33"/>
    <w:basedOn w:val="a0"/>
    <w:uiPriority w:val="99"/>
  </w:style>
  <w:style w:type="character" w:customStyle="1" w:styleId="S35">
    <w:name w:val="S35"/>
    <w:basedOn w:val="a0"/>
    <w:uiPriority w:val="99"/>
  </w:style>
  <w:style w:type="character" w:customStyle="1" w:styleId="S38">
    <w:name w:val="S38"/>
    <w:basedOn w:val="a0"/>
    <w:uiPriority w:val="99"/>
  </w:style>
  <w:style w:type="paragraph" w:customStyle="1" w:styleId="S41">
    <w:name w:val="S41"/>
    <w:basedOn w:val="a"/>
    <w:uiPriority w:val="9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character" w:customStyle="1" w:styleId="S46">
    <w:name w:val="S46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656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2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4164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430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10062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9788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7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54630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60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8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049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376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781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1620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0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621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8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9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6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638474">
          <w:marLeft w:val="8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6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030158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6596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60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&#1082;-508-9&#1087;&#1082;\Desktop\&#1056;&#1045;&#1047;&#1070;&#1052;&#1045;%20%204%20&#1050;&#1059;&#1056;&#1057;\&#1178;&#1178;%20411\&#1056;&#1072;&#1081;&#1099;&#1084;&#1073;&#1077;&#1082;%20&#1088;&#1077;&#1079;&#1102;&#1084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Райымбек резюме</Template>
  <TotalTime>0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elyazce@mail.ru</dc:creator>
  <cp:lastModifiedBy>1к-508-9пк</cp:lastModifiedBy>
  <cp:revision>2</cp:revision>
  <dcterms:created xsi:type="dcterms:W3CDTF">2022-11-10T06:20:00Z</dcterms:created>
  <dcterms:modified xsi:type="dcterms:W3CDTF">2022-11-10T06:20:00Z</dcterms:modified>
</cp:coreProperties>
</file>